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31EE5-2126-4390-8D4E-92AA22AEC0C0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